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4A05DB">
        <w:rPr>
          <w:b/>
          <w:sz w:val="28"/>
          <w:szCs w:val="28"/>
          <w:u w:val="single"/>
        </w:rPr>
        <w:t>21.08</w:t>
      </w:r>
      <w:r w:rsidR="00F24FB1">
        <w:rPr>
          <w:b/>
          <w:sz w:val="28"/>
          <w:szCs w:val="28"/>
          <w:u w:val="single"/>
        </w:rPr>
        <w:t>.2024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4A05DB">
        <w:rPr>
          <w:b/>
          <w:sz w:val="28"/>
          <w:szCs w:val="28"/>
          <w:u w:val="single"/>
        </w:rPr>
        <w:t>249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F24FB1" w:rsidP="00E063F5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 внесении изменений в Прогноз</w:t>
      </w:r>
      <w:r w:rsidR="00D20DD4">
        <w:rPr>
          <w:bCs/>
          <w:w w:val="105"/>
          <w:sz w:val="22"/>
          <w:szCs w:val="22"/>
        </w:rPr>
        <w:t xml:space="preserve"> социально-экономического развития Заполярного района на </w:t>
      </w:r>
      <w:r w:rsidR="00E85770">
        <w:rPr>
          <w:bCs/>
          <w:w w:val="105"/>
          <w:sz w:val="22"/>
          <w:szCs w:val="22"/>
        </w:rPr>
        <w:t xml:space="preserve">2024 и плановый период 2025-2026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2534BC">
      <w:pPr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>В соответствии со статьей 173 Бюджетного кодекса Российской Федерации,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647068" w:rsidRPr="00CC6E07">
        <w:rPr>
          <w:sz w:val="26"/>
          <w:szCs w:val="26"/>
        </w:rPr>
        <w:t>15.08.2018 №</w:t>
      </w:r>
      <w:r w:rsidR="007B3DEF" w:rsidRPr="00CC6E07">
        <w:rPr>
          <w:sz w:val="26"/>
          <w:szCs w:val="26"/>
        </w:rPr>
        <w:t xml:space="preserve">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</w:t>
      </w:r>
      <w:r w:rsidR="00647068">
        <w:rPr>
          <w:sz w:val="26"/>
          <w:szCs w:val="26"/>
        </w:rPr>
        <w:t xml:space="preserve">»,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>Ненецкого автономного округа</w:t>
      </w:r>
      <w:r w:rsidR="003311B7">
        <w:rPr>
          <w:sz w:val="26"/>
          <w:szCs w:val="26"/>
        </w:rPr>
        <w:t>»</w:t>
      </w:r>
      <w:r w:rsidR="00F91CDF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647068" w:rsidRPr="00647068" w:rsidRDefault="00647068" w:rsidP="003311B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647068">
        <w:rPr>
          <w:sz w:val="26"/>
          <w:szCs w:val="26"/>
        </w:rPr>
        <w:t>В постановление Администрации Заполярного района от</w:t>
      </w:r>
      <w:r w:rsidR="003311B7">
        <w:rPr>
          <w:sz w:val="26"/>
          <w:szCs w:val="26"/>
        </w:rPr>
        <w:t xml:space="preserve"> 10.11.202</w:t>
      </w:r>
      <w:r w:rsidRPr="00647068">
        <w:rPr>
          <w:sz w:val="26"/>
          <w:szCs w:val="26"/>
        </w:rPr>
        <w:t xml:space="preserve">3 </w:t>
      </w:r>
      <w:r w:rsidR="003311B7">
        <w:rPr>
          <w:sz w:val="26"/>
          <w:szCs w:val="26"/>
        </w:rPr>
        <w:br/>
      </w:r>
      <w:r w:rsidRPr="00647068">
        <w:rPr>
          <w:sz w:val="26"/>
          <w:szCs w:val="26"/>
        </w:rPr>
        <w:t xml:space="preserve">№ 361п «Об одобрении Прогноза социально-экономического развития Заполярного района на 2024 и плановый период 2025-2026 годов» </w:t>
      </w:r>
      <w:r w:rsidR="003311B7" w:rsidRPr="003311B7">
        <w:rPr>
          <w:sz w:val="26"/>
          <w:szCs w:val="26"/>
        </w:rPr>
        <w:t>(в редакции постановления от 16.05.2024 № 154п)</w:t>
      </w:r>
      <w:r w:rsidR="003311B7">
        <w:rPr>
          <w:sz w:val="26"/>
          <w:szCs w:val="26"/>
        </w:rPr>
        <w:t xml:space="preserve"> </w:t>
      </w:r>
      <w:r w:rsidRPr="00647068">
        <w:rPr>
          <w:sz w:val="26"/>
          <w:szCs w:val="26"/>
        </w:rPr>
        <w:t>внести следующие изменения:</w:t>
      </w:r>
    </w:p>
    <w:p w:rsidR="00647068" w:rsidRPr="00647068" w:rsidRDefault="00647068" w:rsidP="009C6A29">
      <w:pPr>
        <w:pStyle w:val="aa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6"/>
          <w:szCs w:val="26"/>
        </w:rPr>
      </w:pPr>
      <w:r w:rsidRPr="00647068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271DF1">
        <w:rPr>
          <w:rFonts w:ascii="Times New Roman" w:hAnsi="Times New Roman" w:cs="Times New Roman"/>
          <w:bCs/>
          <w:sz w:val="26"/>
          <w:szCs w:val="26"/>
        </w:rPr>
        <w:t>столбце</w:t>
      </w:r>
      <w:r>
        <w:rPr>
          <w:rFonts w:ascii="Times New Roman" w:hAnsi="Times New Roman" w:cs="Times New Roman"/>
          <w:bCs/>
          <w:sz w:val="26"/>
          <w:szCs w:val="26"/>
        </w:rPr>
        <w:t xml:space="preserve"> 3 </w:t>
      </w:r>
      <w:r w:rsidR="009C6A29">
        <w:rPr>
          <w:rFonts w:ascii="Times New Roman" w:hAnsi="Times New Roman" w:cs="Times New Roman"/>
          <w:bCs/>
          <w:sz w:val="26"/>
          <w:szCs w:val="26"/>
        </w:rPr>
        <w:t xml:space="preserve">табличной части </w:t>
      </w:r>
      <w:r>
        <w:rPr>
          <w:rFonts w:ascii="Times New Roman" w:hAnsi="Times New Roman" w:cs="Times New Roman"/>
          <w:bCs/>
          <w:sz w:val="26"/>
          <w:szCs w:val="26"/>
        </w:rPr>
        <w:t>слова «Отдел экономики и прогнозирования» заменить на «Управление экономики и прогнозирования».</w:t>
      </w:r>
    </w:p>
    <w:p w:rsidR="00D20DD4" w:rsidRPr="00CC6E07" w:rsidRDefault="00D20DD4" w:rsidP="009C6A2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647068">
        <w:rPr>
          <w:bCs/>
          <w:sz w:val="26"/>
          <w:szCs w:val="26"/>
        </w:rPr>
        <w:t>Настоящее постановление</w:t>
      </w:r>
      <w:r w:rsidRPr="00CC6E07">
        <w:rPr>
          <w:bCs/>
          <w:sz w:val="26"/>
          <w:szCs w:val="26"/>
        </w:rPr>
        <w:t xml:space="preserve">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647068" w:rsidP="00B75F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="00D20DD4" w:rsidRPr="00CC6E07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647068" w:rsidP="00C21F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О.Е. Холодов</w:t>
            </w:r>
          </w:p>
        </w:tc>
      </w:tr>
    </w:tbl>
    <w:p w:rsidR="00ED4BCC" w:rsidRDefault="00ED4BCC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4A05DB">
      <w:pPr>
        <w:rPr>
          <w:sz w:val="28"/>
          <w:szCs w:val="28"/>
        </w:rPr>
        <w:sectPr w:rsidR="001C763F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E0C" w:rsidRDefault="00450E0C" w:rsidP="004A05DB">
      <w:pPr>
        <w:rPr>
          <w:sz w:val="26"/>
          <w:szCs w:val="26"/>
        </w:rPr>
      </w:pPr>
    </w:p>
    <w:sectPr w:rsidR="00450E0C" w:rsidSect="00EF3D25">
      <w:pgSz w:w="11906" w:h="16838"/>
      <w:pgMar w:top="1247" w:right="70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372" w:rsidRDefault="006E6372" w:rsidP="00543234">
      <w:r>
        <w:separator/>
      </w:r>
    </w:p>
  </w:endnote>
  <w:endnote w:type="continuationSeparator" w:id="0">
    <w:p w:rsidR="006E6372" w:rsidRDefault="006E6372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372" w:rsidRDefault="006E6372" w:rsidP="00543234">
      <w:r>
        <w:separator/>
      </w:r>
    </w:p>
  </w:footnote>
  <w:footnote w:type="continuationSeparator" w:id="0">
    <w:p w:rsidR="006E6372" w:rsidRDefault="006E6372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D4087"/>
    <w:rsid w:val="000E7ED4"/>
    <w:rsid w:val="000F14DD"/>
    <w:rsid w:val="00105246"/>
    <w:rsid w:val="001146E3"/>
    <w:rsid w:val="00137E5F"/>
    <w:rsid w:val="00174A47"/>
    <w:rsid w:val="001C763F"/>
    <w:rsid w:val="001F6819"/>
    <w:rsid w:val="002215F0"/>
    <w:rsid w:val="002534BC"/>
    <w:rsid w:val="00254EAE"/>
    <w:rsid w:val="00270BB6"/>
    <w:rsid w:val="00271DF1"/>
    <w:rsid w:val="00286277"/>
    <w:rsid w:val="00291DB9"/>
    <w:rsid w:val="002A24BE"/>
    <w:rsid w:val="002B79C7"/>
    <w:rsid w:val="002D746B"/>
    <w:rsid w:val="00303F7F"/>
    <w:rsid w:val="003114F8"/>
    <w:rsid w:val="003311B7"/>
    <w:rsid w:val="0035335B"/>
    <w:rsid w:val="0036529B"/>
    <w:rsid w:val="00383C02"/>
    <w:rsid w:val="003A224F"/>
    <w:rsid w:val="003D1746"/>
    <w:rsid w:val="003E22FC"/>
    <w:rsid w:val="00447922"/>
    <w:rsid w:val="00450E0C"/>
    <w:rsid w:val="00461CE6"/>
    <w:rsid w:val="00472CE9"/>
    <w:rsid w:val="004A05DB"/>
    <w:rsid w:val="004E4436"/>
    <w:rsid w:val="005149D7"/>
    <w:rsid w:val="00543234"/>
    <w:rsid w:val="00557733"/>
    <w:rsid w:val="005654E4"/>
    <w:rsid w:val="0057342F"/>
    <w:rsid w:val="00574D60"/>
    <w:rsid w:val="00583BEE"/>
    <w:rsid w:val="005B2609"/>
    <w:rsid w:val="005D3198"/>
    <w:rsid w:val="005F0335"/>
    <w:rsid w:val="006022CA"/>
    <w:rsid w:val="00642FAB"/>
    <w:rsid w:val="00647068"/>
    <w:rsid w:val="006504F0"/>
    <w:rsid w:val="00650CEE"/>
    <w:rsid w:val="0066147D"/>
    <w:rsid w:val="00664695"/>
    <w:rsid w:val="006745AB"/>
    <w:rsid w:val="006C7195"/>
    <w:rsid w:val="006E4928"/>
    <w:rsid w:val="006E61C3"/>
    <w:rsid w:val="006E6372"/>
    <w:rsid w:val="006F7F43"/>
    <w:rsid w:val="00751F5F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35230"/>
    <w:rsid w:val="00840713"/>
    <w:rsid w:val="008714D6"/>
    <w:rsid w:val="00871920"/>
    <w:rsid w:val="00881B4D"/>
    <w:rsid w:val="00893DB0"/>
    <w:rsid w:val="008A48CA"/>
    <w:rsid w:val="008E7686"/>
    <w:rsid w:val="00946B5B"/>
    <w:rsid w:val="0096351E"/>
    <w:rsid w:val="00964481"/>
    <w:rsid w:val="00965606"/>
    <w:rsid w:val="00974006"/>
    <w:rsid w:val="009A4CB9"/>
    <w:rsid w:val="009C19B1"/>
    <w:rsid w:val="009C6A29"/>
    <w:rsid w:val="00A43C9A"/>
    <w:rsid w:val="00A44637"/>
    <w:rsid w:val="00A5336B"/>
    <w:rsid w:val="00A53EC0"/>
    <w:rsid w:val="00A5435E"/>
    <w:rsid w:val="00A61A0A"/>
    <w:rsid w:val="00A80676"/>
    <w:rsid w:val="00A96738"/>
    <w:rsid w:val="00AA0243"/>
    <w:rsid w:val="00AF3472"/>
    <w:rsid w:val="00B47DF0"/>
    <w:rsid w:val="00B75F8D"/>
    <w:rsid w:val="00B818E2"/>
    <w:rsid w:val="00BD1114"/>
    <w:rsid w:val="00C10FC2"/>
    <w:rsid w:val="00C11C1E"/>
    <w:rsid w:val="00C21FDD"/>
    <w:rsid w:val="00C75CAF"/>
    <w:rsid w:val="00CA33FD"/>
    <w:rsid w:val="00CB3F1F"/>
    <w:rsid w:val="00CC6E07"/>
    <w:rsid w:val="00CC7006"/>
    <w:rsid w:val="00CF3E56"/>
    <w:rsid w:val="00D1367B"/>
    <w:rsid w:val="00D20DD4"/>
    <w:rsid w:val="00D3754F"/>
    <w:rsid w:val="00D7668F"/>
    <w:rsid w:val="00DC52E3"/>
    <w:rsid w:val="00DE4AC3"/>
    <w:rsid w:val="00E063F5"/>
    <w:rsid w:val="00E662F3"/>
    <w:rsid w:val="00E85770"/>
    <w:rsid w:val="00EB1949"/>
    <w:rsid w:val="00ED4BCC"/>
    <w:rsid w:val="00EE524E"/>
    <w:rsid w:val="00EE5A72"/>
    <w:rsid w:val="00EF0C1E"/>
    <w:rsid w:val="00EF3D25"/>
    <w:rsid w:val="00F13244"/>
    <w:rsid w:val="00F24FB1"/>
    <w:rsid w:val="00F91CDF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B8A89-8EF3-4166-A2D0-8F1AD712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Пищ Оксана Владимировна</cp:lastModifiedBy>
  <cp:revision>2</cp:revision>
  <cp:lastPrinted>2024-08-21T05:20:00Z</cp:lastPrinted>
  <dcterms:created xsi:type="dcterms:W3CDTF">2024-08-21T05:33:00Z</dcterms:created>
  <dcterms:modified xsi:type="dcterms:W3CDTF">2024-08-21T05:33:00Z</dcterms:modified>
</cp:coreProperties>
</file>